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A52FB" w14:textId="77777777" w:rsidR="008F4C70" w:rsidRDefault="008F4C70" w:rsidP="008F4C70">
      <w:pPr>
        <w:spacing w:after="0" w:line="240" w:lineRule="auto"/>
        <w:jc w:val="right"/>
        <w:rPr>
          <w:rFonts w:ascii="Book Antiqua" w:hAnsi="Book Antiqua"/>
          <w:iCs/>
          <w:sz w:val="24"/>
          <w:szCs w:val="24"/>
        </w:rPr>
      </w:pPr>
    </w:p>
    <w:p w14:paraId="0B6030E8" w14:textId="73D978BE" w:rsidR="008E394E" w:rsidRPr="008E394E" w:rsidRDefault="008E394E" w:rsidP="008E39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E23F994" w14:textId="77777777" w:rsidR="008E394E" w:rsidRPr="00176970" w:rsidRDefault="008E394E" w:rsidP="008E394E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20DDA3A7" w14:textId="77777777" w:rsidR="008E394E" w:rsidRDefault="008E394E" w:rsidP="008E394E">
      <w:pPr>
        <w:spacing w:after="0" w:line="240" w:lineRule="auto"/>
        <w:ind w:left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E394E">
        <w:rPr>
          <w:rFonts w:ascii="Times New Roman" w:hAnsi="Times New Roman"/>
          <w:b/>
          <w:bCs/>
          <w:color w:val="000000"/>
          <w:sz w:val="24"/>
          <w:szCs w:val="24"/>
        </w:rPr>
        <w:t>ALLEGATO A</w:t>
      </w:r>
    </w:p>
    <w:p w14:paraId="152A5FAF" w14:textId="43A4B5C2" w:rsidR="008E394E" w:rsidRPr="00176970" w:rsidRDefault="008E394E" w:rsidP="008E394E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42D64C" wp14:editId="70983B9B">
                <wp:simplePos x="0" y="0"/>
                <wp:positionH relativeFrom="column">
                  <wp:posOffset>377190</wp:posOffset>
                </wp:positionH>
                <wp:positionV relativeFrom="paragraph">
                  <wp:posOffset>-229235</wp:posOffset>
                </wp:positionV>
                <wp:extent cx="2286000" cy="640080"/>
                <wp:effectExtent l="5715" t="10160" r="13335" b="6985"/>
                <wp:wrapNone/>
                <wp:docPr id="1874675574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40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8C7FC" id="Rettangolo 3" o:spid="_x0000_s1026" style="position:absolute;margin-left:29.7pt;margin-top:-18.05pt;width:180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" o:allowincell="f" filled="f"/>
            </w:pict>
          </mc:Fallback>
        </mc:AlternateContent>
      </w:r>
      <w:r w:rsidRPr="00176970">
        <w:rPr>
          <w:rFonts w:ascii="Times New Roman" w:hAnsi="Times New Roman"/>
          <w:sz w:val="24"/>
          <w:szCs w:val="24"/>
        </w:rPr>
        <w:t>Modello di domanda</w:t>
      </w:r>
    </w:p>
    <w:p w14:paraId="15A589E7" w14:textId="77777777" w:rsidR="008E394E" w:rsidRPr="00176970" w:rsidRDefault="008E394E" w:rsidP="008E394E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176970">
        <w:rPr>
          <w:rFonts w:ascii="Times New Roman" w:hAnsi="Times New Roman"/>
          <w:sz w:val="24"/>
          <w:szCs w:val="24"/>
        </w:rPr>
        <w:t>(</w:t>
      </w:r>
      <w:proofErr w:type="gramStart"/>
      <w:r w:rsidRPr="00176970">
        <w:rPr>
          <w:rFonts w:ascii="Times New Roman" w:hAnsi="Times New Roman"/>
          <w:sz w:val="24"/>
          <w:szCs w:val="24"/>
        </w:rPr>
        <w:t>da  presentare</w:t>
      </w:r>
      <w:proofErr w:type="gramEnd"/>
      <w:r w:rsidRPr="00176970">
        <w:rPr>
          <w:rFonts w:ascii="Times New Roman" w:hAnsi="Times New Roman"/>
          <w:sz w:val="24"/>
          <w:szCs w:val="24"/>
        </w:rPr>
        <w:t xml:space="preserve"> in carta semplice)</w:t>
      </w:r>
    </w:p>
    <w:p w14:paraId="0AA827C8" w14:textId="77777777" w:rsidR="008E394E" w:rsidRPr="00176970" w:rsidRDefault="008E394E" w:rsidP="008E394E">
      <w:pPr>
        <w:pStyle w:val="Titolo1"/>
        <w:jc w:val="both"/>
        <w:rPr>
          <w:sz w:val="24"/>
          <w:szCs w:val="24"/>
        </w:rPr>
      </w:pPr>
    </w:p>
    <w:p w14:paraId="700AD45B" w14:textId="77777777" w:rsidR="008E394E" w:rsidRPr="00176970" w:rsidRDefault="008E394E" w:rsidP="008E39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1A9CE" w14:textId="77777777" w:rsidR="008E394E" w:rsidRPr="00176970" w:rsidRDefault="008E394E" w:rsidP="008E39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AB6CD1" w14:textId="1EA02F35" w:rsidR="008E394E" w:rsidRPr="007E2805" w:rsidRDefault="008E394E" w:rsidP="007E2805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/>
          <w:sz w:val="24"/>
          <w:szCs w:val="24"/>
        </w:rPr>
      </w:pPr>
      <w:r w:rsidRPr="00176970"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z w:val="24"/>
          <w:szCs w:val="24"/>
        </w:rPr>
        <w:t xml:space="preserve">Dirigente dell’Ufficio Scolastico </w:t>
      </w:r>
      <w:proofErr w:type="gramStart"/>
      <w:r>
        <w:rPr>
          <w:rFonts w:ascii="Times New Roman" w:hAnsi="Times New Roman"/>
          <w:sz w:val="24"/>
          <w:szCs w:val="24"/>
        </w:rPr>
        <w:t>Regionale  per</w:t>
      </w:r>
      <w:proofErr w:type="gramEnd"/>
      <w:r>
        <w:rPr>
          <w:rFonts w:ascii="Times New Roman" w:hAnsi="Times New Roman"/>
          <w:sz w:val="24"/>
          <w:szCs w:val="24"/>
        </w:rPr>
        <w:t xml:space="preserve"> la Basilicata </w:t>
      </w:r>
    </w:p>
    <w:p w14:paraId="3F738F59" w14:textId="04F8C5F2" w:rsidR="008E394E" w:rsidRDefault="00AD736C" w:rsidP="008E394E">
      <w:pPr>
        <w:tabs>
          <w:tab w:val="left" w:pos="1134"/>
        </w:tabs>
        <w:spacing w:after="0" w:line="240" w:lineRule="auto"/>
        <w:ind w:left="1134" w:hanging="1134"/>
        <w:jc w:val="right"/>
        <w:rPr>
          <w:rFonts w:ascii="Book Antiqua" w:hAnsi="Book Antiqua"/>
          <w:color w:val="0000FF"/>
          <w:sz w:val="24"/>
          <w:szCs w:val="24"/>
          <w:u w:val="single"/>
        </w:rPr>
      </w:pPr>
      <w:hyperlink r:id="rId7" w:history="1">
        <w:r w:rsidR="007E2805" w:rsidRPr="00371947">
          <w:rPr>
            <w:rStyle w:val="Collegamentoipertestuale"/>
            <w:rFonts w:ascii="Book Antiqua" w:hAnsi="Book Antiqua"/>
            <w:sz w:val="24"/>
            <w:szCs w:val="24"/>
          </w:rPr>
          <w:t>direzione-basilicata@istruzione.it</w:t>
        </w:r>
      </w:hyperlink>
    </w:p>
    <w:p w14:paraId="6407B51E" w14:textId="77777777" w:rsidR="007E2805" w:rsidRDefault="007E2805" w:rsidP="008E394E">
      <w:pPr>
        <w:tabs>
          <w:tab w:val="left" w:pos="1134"/>
        </w:tabs>
        <w:spacing w:after="0" w:line="240" w:lineRule="auto"/>
        <w:ind w:left="1134" w:hanging="1134"/>
        <w:jc w:val="right"/>
        <w:rPr>
          <w:rFonts w:ascii="Book Antiqua" w:hAnsi="Book Antiqua"/>
          <w:b/>
          <w:bCs/>
          <w:iCs/>
          <w:sz w:val="24"/>
          <w:szCs w:val="24"/>
        </w:rPr>
      </w:pPr>
    </w:p>
    <w:p w14:paraId="2BFBCE04" w14:textId="77777777" w:rsidR="008E394E" w:rsidRPr="007E2805" w:rsidRDefault="008E394E" w:rsidP="007E2805">
      <w:pPr>
        <w:tabs>
          <w:tab w:val="left" w:pos="1134"/>
        </w:tabs>
        <w:spacing w:after="0" w:line="240" w:lineRule="auto"/>
        <w:ind w:left="1134" w:hanging="1134"/>
        <w:rPr>
          <w:rFonts w:ascii="Book Antiqua" w:hAnsi="Book Antiqua"/>
          <w:b/>
          <w:bCs/>
          <w:iCs/>
          <w:sz w:val="24"/>
          <w:szCs w:val="24"/>
        </w:rPr>
      </w:pPr>
    </w:p>
    <w:p w14:paraId="209E321F" w14:textId="7985F65E" w:rsidR="008F6B4E" w:rsidRPr="007E2805" w:rsidRDefault="008E394E" w:rsidP="008351E3">
      <w:pPr>
        <w:tabs>
          <w:tab w:val="left" w:pos="1276"/>
        </w:tabs>
        <w:spacing w:after="0" w:line="240" w:lineRule="auto"/>
        <w:ind w:left="1134" w:hanging="1134"/>
        <w:rPr>
          <w:rFonts w:ascii="Book Antiqua" w:hAnsi="Book Antiqua"/>
          <w:b/>
          <w:bCs/>
          <w:iCs/>
          <w:sz w:val="24"/>
          <w:szCs w:val="24"/>
        </w:rPr>
      </w:pPr>
      <w:r w:rsidRPr="007E2805">
        <w:rPr>
          <w:rFonts w:ascii="Book Antiqua" w:hAnsi="Book Antiqua"/>
          <w:b/>
          <w:bCs/>
          <w:iCs/>
          <w:sz w:val="24"/>
          <w:szCs w:val="24"/>
        </w:rPr>
        <w:t>OGGETTO: manifestazione di interesse per la</w:t>
      </w:r>
      <w:r w:rsidR="006322F6" w:rsidRPr="007E2805">
        <w:rPr>
          <w:rFonts w:ascii="Book Antiqua" w:hAnsi="Book Antiqua"/>
          <w:b/>
          <w:bCs/>
          <w:iCs/>
          <w:sz w:val="24"/>
          <w:szCs w:val="24"/>
        </w:rPr>
        <w:t xml:space="preserve"> partecipazione alla mobilità in Francia     </w:t>
      </w:r>
      <w:r w:rsidR="006A6CC7">
        <w:rPr>
          <w:rFonts w:ascii="Book Antiqua" w:hAnsi="Book Antiqua"/>
          <w:b/>
          <w:bCs/>
          <w:iCs/>
          <w:sz w:val="24"/>
          <w:szCs w:val="24"/>
        </w:rPr>
        <w:t xml:space="preserve">progetto </w:t>
      </w:r>
      <w:r w:rsidR="006A6CC7">
        <w:rPr>
          <w:rFonts w:ascii="Book Antiqua" w:hAnsi="Book Antiqua"/>
          <w:b/>
          <w:bCs/>
          <w:sz w:val="24"/>
          <w:szCs w:val="24"/>
        </w:rPr>
        <w:t xml:space="preserve">di Accreditamento </w:t>
      </w:r>
      <w:r w:rsidR="00AD736C">
        <w:rPr>
          <w:rFonts w:ascii="Book Antiqua" w:hAnsi="Book Antiqua"/>
          <w:b/>
          <w:bCs/>
          <w:sz w:val="24"/>
          <w:szCs w:val="24"/>
        </w:rPr>
        <w:t>Erasmus</w:t>
      </w:r>
      <w:r w:rsidR="00AD736C" w:rsidRPr="007E2805">
        <w:rPr>
          <w:rFonts w:ascii="Book Antiqua" w:hAnsi="Book Antiqua"/>
          <w:b/>
          <w:bCs/>
          <w:sz w:val="24"/>
          <w:szCs w:val="24"/>
        </w:rPr>
        <w:t xml:space="preserve"> +</w:t>
      </w:r>
      <w:r w:rsidR="008F6B4E" w:rsidRPr="007E2805">
        <w:rPr>
          <w:rFonts w:ascii="Book Antiqua" w:hAnsi="Book Antiqua"/>
          <w:b/>
          <w:bCs/>
          <w:sz w:val="24"/>
          <w:szCs w:val="24"/>
        </w:rPr>
        <w:t xml:space="preserve"> KA1- SPORT.BAS</w:t>
      </w:r>
      <w:r w:rsidR="008F6B4E" w:rsidRPr="007E2805">
        <w:rPr>
          <w:rFonts w:ascii="Book Antiqua" w:hAnsi="Book Antiqua" w:cs="Cambria-Bold"/>
          <w:b/>
          <w:bCs/>
          <w:sz w:val="24"/>
          <w:szCs w:val="24"/>
        </w:rPr>
        <w:t xml:space="preserve"> </w:t>
      </w:r>
    </w:p>
    <w:p w14:paraId="6FF597CA" w14:textId="641EB011" w:rsidR="008F6B4E" w:rsidRPr="007E2805" w:rsidRDefault="008F6B4E" w:rsidP="008351E3">
      <w:pPr>
        <w:tabs>
          <w:tab w:val="left" w:pos="1276"/>
        </w:tabs>
        <w:spacing w:after="0" w:line="240" w:lineRule="auto"/>
        <w:rPr>
          <w:rFonts w:ascii="Book Antiqua" w:hAnsi="Book Antiqua"/>
          <w:b/>
          <w:bCs/>
          <w:sz w:val="24"/>
          <w:szCs w:val="24"/>
        </w:rPr>
      </w:pPr>
      <w:r w:rsidRPr="007E2805">
        <w:rPr>
          <w:rFonts w:ascii="Book Antiqua" w:hAnsi="Book Antiqua"/>
          <w:b/>
          <w:bCs/>
          <w:sz w:val="24"/>
          <w:szCs w:val="24"/>
        </w:rPr>
        <w:t xml:space="preserve">                  </w:t>
      </w:r>
      <w:r w:rsidRPr="007E2805">
        <w:rPr>
          <w:rFonts w:ascii="Book Antiqua" w:hAnsi="Book Antiqua" w:cs="Cambria-Bold"/>
          <w:b/>
          <w:bCs/>
          <w:sz w:val="24"/>
          <w:szCs w:val="24"/>
        </w:rPr>
        <w:t>Codice progetto: 2023-1-IT02-KA121-SCH-</w:t>
      </w:r>
      <w:r w:rsidR="00AD736C" w:rsidRPr="007E2805">
        <w:rPr>
          <w:rFonts w:ascii="Book Antiqua" w:hAnsi="Book Antiqua" w:cs="Cambria-Bold"/>
          <w:b/>
          <w:bCs/>
          <w:sz w:val="24"/>
          <w:szCs w:val="24"/>
        </w:rPr>
        <w:t>00014044 CUP</w:t>
      </w:r>
      <w:r w:rsidRPr="007E2805">
        <w:rPr>
          <w:rFonts w:ascii="Book Antiqua" w:hAnsi="Book Antiqua"/>
          <w:b/>
          <w:bCs/>
          <w:sz w:val="24"/>
          <w:szCs w:val="24"/>
        </w:rPr>
        <w:t xml:space="preserve">: D34C23000580006 </w:t>
      </w:r>
    </w:p>
    <w:p w14:paraId="21EA25CB" w14:textId="6A658FFD" w:rsidR="00F0197B" w:rsidRPr="009517F8" w:rsidRDefault="008F6B4E" w:rsidP="00B437A8">
      <w:pPr>
        <w:spacing w:after="0"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   </w:t>
      </w:r>
    </w:p>
    <w:p w14:paraId="7D27932D" w14:textId="7C258F0A" w:rsidR="006322F6" w:rsidRDefault="006322F6" w:rsidP="006322F6">
      <w:pPr>
        <w:shd w:val="clear" w:color="auto" w:fill="FFFFFF"/>
        <w:spacing w:before="180" w:after="1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322F6">
        <w:rPr>
          <w:rFonts w:ascii="Times New Roman" w:hAnsi="Times New Roman"/>
          <w:color w:val="000000"/>
          <w:sz w:val="24"/>
          <w:szCs w:val="24"/>
        </w:rPr>
        <w:t>Il/La sottoscritto/a ..........................................................................................………………</w:t>
      </w:r>
      <w:r>
        <w:rPr>
          <w:rFonts w:ascii="Times New Roman" w:hAnsi="Times New Roman"/>
          <w:color w:val="000000"/>
          <w:sz w:val="24"/>
          <w:szCs w:val="24"/>
        </w:rPr>
        <w:t>………</w:t>
      </w:r>
    </w:p>
    <w:p w14:paraId="4ED3DC5C" w14:textId="77777777" w:rsidR="006322F6" w:rsidRPr="006322F6" w:rsidRDefault="006322F6" w:rsidP="006322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322F6">
        <w:rPr>
          <w:rFonts w:ascii="Times New Roman" w:hAnsi="Times New Roman"/>
          <w:color w:val="000000"/>
          <w:sz w:val="24"/>
          <w:szCs w:val="24"/>
        </w:rPr>
        <w:t xml:space="preserve">Nato/a </w:t>
      </w:r>
      <w:proofErr w:type="spellStart"/>
      <w:r w:rsidRPr="006322F6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6322F6">
        <w:rPr>
          <w:rFonts w:ascii="Times New Roman" w:hAnsi="Times New Roman"/>
          <w:color w:val="000000"/>
          <w:sz w:val="24"/>
          <w:szCs w:val="24"/>
        </w:rPr>
        <w:t xml:space="preserve"> ..................................................................................  il …………………………</w:t>
      </w:r>
    </w:p>
    <w:p w14:paraId="30B99D46" w14:textId="77777777" w:rsidR="006322F6" w:rsidRPr="006322F6" w:rsidRDefault="006322F6" w:rsidP="006322F6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6322F6">
        <w:rPr>
          <w:rFonts w:ascii="Times New Roman" w:eastAsia="Calibri" w:hAnsi="Times New Roman"/>
          <w:sz w:val="24"/>
          <w:szCs w:val="24"/>
        </w:rPr>
        <w:t>Codice Fiscale |__|__|__|__|__|__|__|__|__|__|__|__|__|__|__|__|</w:t>
      </w:r>
    </w:p>
    <w:p w14:paraId="0492219B" w14:textId="77777777" w:rsidR="008351E3" w:rsidRDefault="008351E3" w:rsidP="008351E3">
      <w:pPr>
        <w:shd w:val="clear" w:color="auto" w:fill="FFFFFF"/>
        <w:spacing w:before="180" w:after="1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Funzionario/a presso</w:t>
      </w:r>
      <w:r w:rsidRPr="006322F6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..........................................................................................………………</w:t>
      </w:r>
      <w:r>
        <w:rPr>
          <w:rFonts w:ascii="Times New Roman" w:hAnsi="Times New Roman"/>
          <w:color w:val="000000"/>
          <w:sz w:val="24"/>
          <w:szCs w:val="24"/>
        </w:rPr>
        <w:t>………</w:t>
      </w:r>
    </w:p>
    <w:p w14:paraId="76E94C0E" w14:textId="7B4CC961" w:rsidR="006322F6" w:rsidRPr="006322F6" w:rsidRDefault="006322F6" w:rsidP="006322F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6322F6">
        <w:rPr>
          <w:rFonts w:ascii="Times New Roman" w:hAnsi="Times New Roman"/>
          <w:sz w:val="24"/>
          <w:szCs w:val="24"/>
        </w:rPr>
        <w:t>cell</w:t>
      </w:r>
      <w:proofErr w:type="spellEnd"/>
      <w:r w:rsidRPr="006322F6">
        <w:rPr>
          <w:rFonts w:ascii="Times New Roman" w:hAnsi="Times New Roman"/>
          <w:sz w:val="24"/>
          <w:szCs w:val="24"/>
        </w:rPr>
        <w:t xml:space="preserve"> ……………………………………e-mail istituzionale ………………………………………</w:t>
      </w:r>
    </w:p>
    <w:p w14:paraId="09AF13AA" w14:textId="77777777" w:rsidR="006322F6" w:rsidRDefault="006322F6" w:rsidP="006322F6">
      <w:pPr>
        <w:spacing w:after="0" w:line="240" w:lineRule="auto"/>
        <w:jc w:val="both"/>
        <w:rPr>
          <w:rFonts w:ascii="Book Antiqua" w:hAnsi="Book Antiqua" w:cs="ArialMT"/>
          <w:sz w:val="24"/>
          <w:szCs w:val="24"/>
        </w:rPr>
      </w:pPr>
    </w:p>
    <w:p w14:paraId="05C7EB8C" w14:textId="77777777" w:rsidR="00F0197B" w:rsidRDefault="00F0197B" w:rsidP="00F0197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MANIFESTA</w:t>
      </w:r>
    </w:p>
    <w:p w14:paraId="67FC6287" w14:textId="77777777" w:rsidR="00F0197B" w:rsidRPr="00837E17" w:rsidRDefault="00F0197B" w:rsidP="00F0197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7D12A81C" w14:textId="46297111" w:rsidR="00F0197B" w:rsidRDefault="00F0197B" w:rsidP="00F0197B">
      <w:pPr>
        <w:pStyle w:val="CM4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>il proprio interesse</w:t>
      </w:r>
      <w:r w:rsidRPr="00837E17">
        <w:rPr>
          <w:rFonts w:ascii="Times New Roman" w:hAnsi="Times New Roman" w:cs="Times New Roman"/>
          <w:color w:val="000000"/>
        </w:rPr>
        <w:t xml:space="preserve"> </w:t>
      </w:r>
      <w:r w:rsidR="008351E3">
        <w:rPr>
          <w:rFonts w:ascii="Times New Roman" w:hAnsi="Times New Roman" w:cs="Times New Roman"/>
          <w:color w:val="000000"/>
        </w:rPr>
        <w:t>alla</w:t>
      </w:r>
      <w:r>
        <w:rPr>
          <w:rFonts w:ascii="Times New Roman" w:hAnsi="Times New Roman" w:cs="Times New Roman"/>
          <w:color w:val="000000"/>
        </w:rPr>
        <w:t xml:space="preserve"> partecipazione </w:t>
      </w:r>
      <w:r w:rsidR="008351E3">
        <w:rPr>
          <w:rFonts w:ascii="Times New Roman" w:hAnsi="Times New Roman" w:cs="Times New Roman"/>
          <w:color w:val="000000"/>
        </w:rPr>
        <w:t>alla mobilità</w:t>
      </w:r>
      <w:r>
        <w:rPr>
          <w:rFonts w:ascii="Times New Roman" w:hAnsi="Times New Roman" w:cs="Times New Roman"/>
          <w:color w:val="000000"/>
        </w:rPr>
        <w:t xml:space="preserve"> di </w:t>
      </w:r>
      <w:r w:rsidRPr="008351E3">
        <w:rPr>
          <w:rFonts w:ascii="Times New Roman" w:hAnsi="Times New Roman" w:cs="Times New Roman"/>
          <w:i/>
          <w:iCs/>
          <w:color w:val="000000"/>
        </w:rPr>
        <w:t>job shadowing</w:t>
      </w:r>
      <w:r>
        <w:rPr>
          <w:rFonts w:ascii="Times New Roman" w:hAnsi="Times New Roman" w:cs="Times New Roman"/>
          <w:color w:val="000000"/>
        </w:rPr>
        <w:t xml:space="preserve"> in Francia</w:t>
      </w:r>
      <w:r w:rsidR="00AD736C">
        <w:rPr>
          <w:rFonts w:ascii="Times New Roman" w:hAnsi="Times New Roman" w:cs="Times New Roman"/>
          <w:color w:val="000000"/>
        </w:rPr>
        <w:t xml:space="preserve"> dal 2 al 6 giugno 2024</w:t>
      </w:r>
      <w:r>
        <w:rPr>
          <w:rFonts w:ascii="Times New Roman" w:hAnsi="Times New Roman" w:cs="Times New Roman"/>
          <w:color w:val="000000"/>
        </w:rPr>
        <w:t>.</w:t>
      </w:r>
    </w:p>
    <w:p w14:paraId="50461D1B" w14:textId="77777777" w:rsidR="00F0197B" w:rsidRDefault="00F0197B" w:rsidP="00F0197B">
      <w:pPr>
        <w:pStyle w:val="CM4"/>
        <w:spacing w:line="240" w:lineRule="auto"/>
        <w:rPr>
          <w:rFonts w:ascii="Times New Roman" w:hAnsi="Times New Roman" w:cs="Times New Roman"/>
          <w:color w:val="000000"/>
        </w:rPr>
      </w:pPr>
    </w:p>
    <w:p w14:paraId="2B99F478" w14:textId="77777777" w:rsidR="00F0197B" w:rsidRPr="00F0197B" w:rsidRDefault="00F0197B" w:rsidP="00F0197B">
      <w:pPr>
        <w:pStyle w:val="CM4"/>
        <w:spacing w:line="240" w:lineRule="auto"/>
        <w:rPr>
          <w:rFonts w:ascii="Times New Roman" w:hAnsi="Times New Roman" w:cs="Times New Roman"/>
          <w:color w:val="000000"/>
        </w:rPr>
      </w:pPr>
      <w:r w:rsidRPr="00F0197B">
        <w:rPr>
          <w:rFonts w:ascii="Times New Roman" w:hAnsi="Times New Roman" w:cs="Times New Roman"/>
          <w:color w:val="000000"/>
        </w:rPr>
        <w:t>A tal fine dichiara:</w:t>
      </w:r>
    </w:p>
    <w:p w14:paraId="2774FAF5" w14:textId="77777777" w:rsidR="009517F8" w:rsidRDefault="009517F8" w:rsidP="009517F8">
      <w:pPr>
        <w:pStyle w:val="Default"/>
        <w:rPr>
          <w:rFonts w:ascii="Times New Roman" w:hAnsi="Times New Roman" w:cs="Times New Roman"/>
          <w:b/>
          <w:bCs/>
        </w:rPr>
      </w:pPr>
    </w:p>
    <w:p w14:paraId="4DCC555B" w14:textId="1C278D43" w:rsidR="009517F8" w:rsidRPr="00F22A9C" w:rsidRDefault="009517F8" w:rsidP="008351E3">
      <w:pPr>
        <w:pStyle w:val="Defaul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F22A9C">
        <w:rPr>
          <w:rFonts w:ascii="Times New Roman" w:hAnsi="Times New Roman" w:cs="Times New Roman"/>
        </w:rPr>
        <w:t>di essere</w:t>
      </w:r>
      <w:r w:rsidR="008351E3">
        <w:rPr>
          <w:rFonts w:ascii="Times New Roman" w:hAnsi="Times New Roman" w:cs="Times New Roman"/>
        </w:rPr>
        <w:t xml:space="preserve">/non essere </w:t>
      </w:r>
      <w:r w:rsidR="008351E3" w:rsidRPr="00F22A9C">
        <w:rPr>
          <w:rFonts w:ascii="Times New Roman" w:hAnsi="Times New Roman" w:cs="Times New Roman"/>
        </w:rPr>
        <w:t>in</w:t>
      </w:r>
      <w:r w:rsidRPr="00F22A9C">
        <w:rPr>
          <w:rFonts w:ascii="Times New Roman" w:hAnsi="Times New Roman" w:cs="Times New Roman"/>
        </w:rPr>
        <w:t xml:space="preserve"> possesso della Certificazione Linguistica </w:t>
      </w:r>
      <w:r w:rsidR="00D7375B">
        <w:rPr>
          <w:rFonts w:ascii="Times New Roman" w:hAnsi="Times New Roman" w:cs="Times New Roman"/>
        </w:rPr>
        <w:t>di lingua francese</w:t>
      </w:r>
      <w:r w:rsidRPr="00F22A9C">
        <w:rPr>
          <w:rFonts w:ascii="Times New Roman" w:hAnsi="Times New Roman" w:cs="Times New Roman"/>
        </w:rPr>
        <w:t xml:space="preserve">…………………. </w:t>
      </w:r>
      <w:r w:rsidR="008351E3">
        <w:rPr>
          <w:rFonts w:ascii="Times New Roman" w:hAnsi="Times New Roman" w:cs="Times New Roman"/>
        </w:rPr>
        <w:t>l</w:t>
      </w:r>
      <w:r w:rsidRPr="00F22A9C">
        <w:rPr>
          <w:rFonts w:ascii="Times New Roman" w:hAnsi="Times New Roman" w:cs="Times New Roman"/>
        </w:rPr>
        <w:t>ivello ………</w:t>
      </w:r>
    </w:p>
    <w:p w14:paraId="542FA68B" w14:textId="4E46D542" w:rsidR="009517F8" w:rsidRDefault="009517F8" w:rsidP="008351E3">
      <w:pPr>
        <w:pStyle w:val="Defaul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aver</w:t>
      </w:r>
      <w:r w:rsidR="008351E3">
        <w:rPr>
          <w:rFonts w:ascii="Times New Roman" w:hAnsi="Times New Roman" w:cs="Times New Roman"/>
        </w:rPr>
        <w:t>/non aver</w:t>
      </w:r>
      <w:r>
        <w:rPr>
          <w:rFonts w:ascii="Times New Roman" w:hAnsi="Times New Roman" w:cs="Times New Roman"/>
        </w:rPr>
        <w:t xml:space="preserve"> partecipato al progetto Erasmus+ (specificare quale)</w:t>
      </w:r>
    </w:p>
    <w:p w14:paraId="4CD99AE2" w14:textId="77777777" w:rsidR="008351E3" w:rsidRDefault="008351E3" w:rsidP="008351E3">
      <w:pPr>
        <w:pStyle w:val="Defaul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8351E3">
        <w:rPr>
          <w:rFonts w:ascii="Times New Roman" w:hAnsi="Times New Roman" w:cs="Times New Roman"/>
        </w:rPr>
        <w:t xml:space="preserve">di aver studiato / non aver mai studiato la lingua francese (specificare in quale grado scolastico/universitario e per quanti anni) </w:t>
      </w:r>
    </w:p>
    <w:p w14:paraId="14D0665A" w14:textId="53179BB4" w:rsidR="008351E3" w:rsidRPr="008351E3" w:rsidRDefault="008351E3" w:rsidP="008351E3">
      <w:pPr>
        <w:pStyle w:val="Default"/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8351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D29692" w14:textId="67394BD7" w:rsidR="008351E3" w:rsidRDefault="008351E3" w:rsidP="008351E3">
      <w:pPr>
        <w:pStyle w:val="Default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possedere il seguente livello di conoscenza della lingua francese (QCER):</w:t>
      </w:r>
    </w:p>
    <w:p w14:paraId="36A45B4A" w14:textId="69D2E75D" w:rsidR="008351E3" w:rsidRDefault="008351E3" w:rsidP="008351E3">
      <w:pPr>
        <w:pStyle w:val="Default"/>
        <w:spacing w:line="36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A1    </w:t>
      </w: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A2     </w:t>
      </w: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B1     </w:t>
      </w: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B2   </w:t>
      </w: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C1    </w:t>
      </w: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>C2</w:t>
      </w:r>
    </w:p>
    <w:p w14:paraId="2E9899CC" w14:textId="77777777" w:rsidR="008351E3" w:rsidRDefault="008351E3" w:rsidP="008351E3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0004D370" w14:textId="5FD07C18" w:rsidR="008351E3" w:rsidRDefault="008351E3" w:rsidP="008351E3">
      <w:pPr>
        <w:pStyle w:val="Defaul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8351E3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>voler partecipare alla mobilità in Francia per le seguenti motivazioni (minimo 1.400 caratteri – spazi inclusi)</w:t>
      </w:r>
    </w:p>
    <w:p w14:paraId="01D341A4" w14:textId="5D674EC8" w:rsidR="008351E3" w:rsidRDefault="008351E3" w:rsidP="008351E3">
      <w:pPr>
        <w:pStyle w:val="Default"/>
        <w:spacing w:line="360" w:lineRule="auto"/>
        <w:ind w:left="1080"/>
        <w:rPr>
          <w:rFonts w:ascii="Times New Roman" w:hAnsi="Times New Roman" w:cs="Times New Roman"/>
        </w:rPr>
      </w:pPr>
    </w:p>
    <w:p w14:paraId="0FD6F0FD" w14:textId="77777777" w:rsidR="008351E3" w:rsidRPr="008351E3" w:rsidRDefault="008351E3" w:rsidP="008351E3">
      <w:pPr>
        <w:pStyle w:val="Default"/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8351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3E7D7A7" w14:textId="77777777" w:rsidR="008351E3" w:rsidRPr="008351E3" w:rsidRDefault="008351E3" w:rsidP="008351E3">
      <w:pPr>
        <w:pStyle w:val="Default"/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8351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048EEEC" w14:textId="77777777" w:rsidR="008351E3" w:rsidRPr="008351E3" w:rsidRDefault="008351E3" w:rsidP="008351E3">
      <w:pPr>
        <w:pStyle w:val="Default"/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8351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B5E50A0" w14:textId="77777777" w:rsidR="006322F6" w:rsidRDefault="006322F6" w:rsidP="009517F8">
      <w:pPr>
        <w:spacing w:after="0" w:line="240" w:lineRule="auto"/>
        <w:jc w:val="both"/>
        <w:rPr>
          <w:rFonts w:ascii="Book Antiqua" w:hAnsi="Book Antiqua" w:cs="ArialMT"/>
          <w:sz w:val="24"/>
          <w:szCs w:val="24"/>
        </w:rPr>
      </w:pPr>
    </w:p>
    <w:p w14:paraId="3CE0C6EF" w14:textId="77777777" w:rsidR="008351E3" w:rsidRDefault="008351E3" w:rsidP="009517F8">
      <w:pPr>
        <w:spacing w:after="0" w:line="240" w:lineRule="auto"/>
        <w:jc w:val="both"/>
        <w:rPr>
          <w:rFonts w:ascii="Book Antiqua" w:hAnsi="Book Antiqua" w:cs="ArialMT"/>
          <w:sz w:val="24"/>
          <w:szCs w:val="24"/>
        </w:rPr>
      </w:pPr>
    </w:p>
    <w:p w14:paraId="7D637335" w14:textId="0226C1B3" w:rsidR="00F0197B" w:rsidRPr="00F0197B" w:rsidRDefault="00F0197B" w:rsidP="00F019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197B">
        <w:rPr>
          <w:rFonts w:ascii="Times New Roman" w:hAnsi="Times New Roman"/>
          <w:sz w:val="24"/>
          <w:szCs w:val="24"/>
        </w:rPr>
        <w:t>data ………………….</w:t>
      </w:r>
      <w:r w:rsidRPr="00F0197B">
        <w:rPr>
          <w:rFonts w:ascii="Times New Roman" w:hAnsi="Times New Roman"/>
          <w:sz w:val="24"/>
          <w:szCs w:val="24"/>
        </w:rPr>
        <w:tab/>
      </w:r>
      <w:r w:rsidRPr="00F0197B">
        <w:rPr>
          <w:rFonts w:ascii="Times New Roman" w:hAnsi="Times New Roman"/>
          <w:sz w:val="24"/>
          <w:szCs w:val="24"/>
        </w:rPr>
        <w:tab/>
      </w:r>
      <w:r w:rsidRPr="00F0197B">
        <w:rPr>
          <w:rFonts w:ascii="Times New Roman" w:hAnsi="Times New Roman"/>
          <w:sz w:val="24"/>
          <w:szCs w:val="24"/>
        </w:rPr>
        <w:tab/>
        <w:t xml:space="preserve">     Firma ……………………………………………</w:t>
      </w:r>
    </w:p>
    <w:p w14:paraId="6B47B23C" w14:textId="77777777" w:rsidR="00F0197B" w:rsidRPr="00F0197B" w:rsidRDefault="00AD736C" w:rsidP="00F019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i/>
          <w:iCs/>
          <w:noProof/>
          <w:sz w:val="24"/>
          <w:szCs w:val="24"/>
        </w:rPr>
        <w:pict w14:anchorId="3E4574C8">
          <v:rect id="_x0000_i1025" alt="" style="width:481.9pt;height:.05pt;mso-width-percent:0;mso-height-percent:0;mso-width-percent:0;mso-height-percent:0" o:hralign="center" o:hrstd="t" o:hr="t" fillcolor="#aca899" stroked="f"/>
        </w:pict>
      </w:r>
    </w:p>
    <w:p w14:paraId="38A62853" w14:textId="15DCC44A" w:rsidR="00AD736C" w:rsidRDefault="00AD736C" w:rsidP="00AD736C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00A05">
        <w:rPr>
          <w:rFonts w:ascii="Book Antiqua" w:hAnsi="Book Antiqua"/>
          <w:sz w:val="20"/>
          <w:szCs w:val="20"/>
        </w:rPr>
        <w:t xml:space="preserve">Il/La sottoscritto/a </w:t>
      </w:r>
      <w:r w:rsidRPr="00700A05">
        <w:rPr>
          <w:rFonts w:ascii="Book Antiqua" w:hAnsi="Book Antiqua" w:hint="eastAsia"/>
          <w:sz w:val="20"/>
          <w:szCs w:val="20"/>
        </w:rPr>
        <w:t>…………………………………………</w:t>
      </w:r>
      <w:proofErr w:type="gramStart"/>
      <w:r w:rsidRPr="00700A05">
        <w:rPr>
          <w:rFonts w:ascii="Book Antiqua" w:hAnsi="Book Antiqua" w:hint="eastAsia"/>
          <w:sz w:val="20"/>
          <w:szCs w:val="20"/>
        </w:rPr>
        <w:t>……</w:t>
      </w:r>
      <w:r w:rsidRPr="00700A05">
        <w:rPr>
          <w:rFonts w:ascii="Book Antiqua" w:hAnsi="Book Antiqua"/>
          <w:sz w:val="20"/>
          <w:szCs w:val="20"/>
        </w:rPr>
        <w:t>.</w:t>
      </w:r>
      <w:proofErr w:type="gramEnd"/>
      <w:r w:rsidRPr="00700A05">
        <w:rPr>
          <w:rFonts w:ascii="Book Antiqua" w:hAnsi="Book Antiqua"/>
          <w:sz w:val="20"/>
          <w:szCs w:val="20"/>
        </w:rPr>
        <w:t>.</w:t>
      </w:r>
      <w:r>
        <w:rPr>
          <w:rFonts w:ascii="Book Antiqua" w:hAnsi="Book Antiqua"/>
          <w:sz w:val="20"/>
          <w:szCs w:val="20"/>
        </w:rPr>
        <w:t xml:space="preserve"> dichiara di aver preso visione dell’i</w:t>
      </w:r>
      <w:r w:rsidRPr="00CA7270">
        <w:rPr>
          <w:rFonts w:ascii="Book Antiqua" w:hAnsi="Book Antiqua"/>
          <w:sz w:val="20"/>
          <w:szCs w:val="20"/>
        </w:rPr>
        <w:t>nformativa sul</w:t>
      </w:r>
      <w:r>
        <w:rPr>
          <w:rFonts w:ascii="Book Antiqua" w:hAnsi="Book Antiqua"/>
          <w:sz w:val="20"/>
          <w:szCs w:val="20"/>
        </w:rPr>
        <w:t xml:space="preserve"> trattamento dei dati personali e di </w:t>
      </w:r>
      <w:r w:rsidRPr="00700A05">
        <w:rPr>
          <w:rFonts w:ascii="Book Antiqua" w:hAnsi="Book Antiqua"/>
          <w:sz w:val="20"/>
          <w:szCs w:val="20"/>
        </w:rPr>
        <w:t>autorizza</w:t>
      </w:r>
      <w:r>
        <w:rPr>
          <w:rFonts w:ascii="Book Antiqua" w:hAnsi="Book Antiqua"/>
          <w:sz w:val="20"/>
          <w:szCs w:val="20"/>
        </w:rPr>
        <w:t>re</w:t>
      </w:r>
      <w:r w:rsidRPr="00700A0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l’USR Basilicata</w:t>
      </w:r>
      <w:r w:rsidRPr="00700A05">
        <w:rPr>
          <w:rFonts w:ascii="Book Antiqua" w:hAnsi="Book Antiqua"/>
          <w:sz w:val="20"/>
          <w:szCs w:val="20"/>
        </w:rPr>
        <w:t xml:space="preserve"> e il Dirigente preposto al trattamento dei dati personali per le finalit</w:t>
      </w:r>
      <w:r>
        <w:rPr>
          <w:rFonts w:ascii="Book Antiqua" w:hAnsi="Book Antiqua"/>
          <w:sz w:val="20"/>
          <w:szCs w:val="20"/>
        </w:rPr>
        <w:t>à</w:t>
      </w:r>
      <w:r w:rsidRPr="00700A05">
        <w:rPr>
          <w:rFonts w:ascii="Book Antiqua" w:hAnsi="Book Antiqua"/>
          <w:sz w:val="20"/>
          <w:szCs w:val="20"/>
        </w:rPr>
        <w:t xml:space="preserve"> connesse e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necessarie allo svolgimento della presente procedura, ai sensi e con le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garanzie di cui agli articoli 6 e 13 del Regolamento UE 2016/679 del 27.04.2016. Con la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presente fornisce</w:t>
      </w:r>
      <w:r>
        <w:rPr>
          <w:rFonts w:ascii="Book Antiqua" w:hAnsi="Book Antiqua"/>
          <w:sz w:val="20"/>
          <w:szCs w:val="20"/>
        </w:rPr>
        <w:t>,</w:t>
      </w:r>
      <w:r w:rsidRPr="00700A05">
        <w:rPr>
          <w:rFonts w:ascii="Book Antiqua" w:hAnsi="Book Antiqua"/>
          <w:sz w:val="20"/>
          <w:szCs w:val="20"/>
        </w:rPr>
        <w:t xml:space="preserve"> inoltre</w:t>
      </w:r>
      <w:r>
        <w:rPr>
          <w:rFonts w:ascii="Book Antiqua" w:hAnsi="Book Antiqua"/>
          <w:sz w:val="20"/>
          <w:szCs w:val="20"/>
        </w:rPr>
        <w:t>,</w:t>
      </w:r>
      <w:r w:rsidRPr="00700A05">
        <w:rPr>
          <w:rFonts w:ascii="Book Antiqua" w:hAnsi="Book Antiqua"/>
          <w:sz w:val="20"/>
          <w:szCs w:val="20"/>
        </w:rPr>
        <w:t xml:space="preserve"> il proprio assenso alla pubblicazione del proprio nominativo sul sito Internet </w:t>
      </w:r>
      <w:r>
        <w:rPr>
          <w:rFonts w:ascii="Book Antiqua" w:hAnsi="Book Antiqua"/>
          <w:sz w:val="20"/>
          <w:szCs w:val="20"/>
        </w:rPr>
        <w:t xml:space="preserve">dell’USR Basilicata </w:t>
      </w:r>
      <w:r>
        <w:rPr>
          <w:rFonts w:ascii="Book Antiqua" w:hAnsi="Book Antiqua"/>
          <w:sz w:val="20"/>
          <w:szCs w:val="20"/>
        </w:rPr>
        <w:t xml:space="preserve"> </w:t>
      </w:r>
      <w:hyperlink r:id="rId8" w:history="1">
        <w:r w:rsidRPr="00AD736C">
          <w:rPr>
            <w:rFonts w:ascii="Book Antiqua" w:hAnsi="Book Antiqua"/>
            <w:sz w:val="20"/>
            <w:szCs w:val="20"/>
          </w:rPr>
          <w:t>e</w:t>
        </w:r>
      </w:hyperlink>
      <w:r w:rsidRPr="00AD736C">
        <w:t xml:space="preserve"> </w:t>
      </w:r>
      <w:r w:rsidRPr="00AD736C">
        <w:rPr>
          <w:rFonts w:ascii="Book Antiqua" w:hAnsi="Book Antiqua"/>
          <w:sz w:val="20"/>
          <w:szCs w:val="20"/>
        </w:rPr>
        <w:t>dello Sportello Europa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ai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 xml:space="preserve">sensi del </w:t>
      </w:r>
      <w:proofErr w:type="spellStart"/>
      <w:r w:rsidRPr="00700A05">
        <w:rPr>
          <w:rFonts w:ascii="Book Antiqua" w:hAnsi="Book Antiqua"/>
          <w:sz w:val="20"/>
          <w:szCs w:val="20"/>
        </w:rPr>
        <w:t>D.Lgs.</w:t>
      </w:r>
      <w:proofErr w:type="spellEnd"/>
      <w:r w:rsidRPr="00700A05">
        <w:rPr>
          <w:rFonts w:ascii="Book Antiqua" w:hAnsi="Book Antiqua"/>
          <w:sz w:val="20"/>
          <w:szCs w:val="20"/>
        </w:rPr>
        <w:t xml:space="preserve"> n. 196/2003 e successive modificazioni.</w:t>
      </w:r>
    </w:p>
    <w:p w14:paraId="1A598F7C" w14:textId="77777777" w:rsidR="00F0197B" w:rsidRPr="00F0197B" w:rsidRDefault="00F0197B" w:rsidP="00F019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sz w:val="20"/>
          <w:szCs w:val="20"/>
        </w:rPr>
      </w:pPr>
    </w:p>
    <w:p w14:paraId="02F0EF2E" w14:textId="7A30DD38" w:rsidR="0040561A" w:rsidRPr="00F0197B" w:rsidRDefault="00F0197B" w:rsidP="00F019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197B">
        <w:rPr>
          <w:rFonts w:ascii="Times New Roman" w:hAnsi="Times New Roman"/>
          <w:sz w:val="24"/>
          <w:szCs w:val="24"/>
        </w:rPr>
        <w:t>data ………………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F0197B">
        <w:rPr>
          <w:rFonts w:ascii="Times New Roman" w:hAnsi="Times New Roman"/>
          <w:sz w:val="24"/>
          <w:szCs w:val="24"/>
        </w:rPr>
        <w:tab/>
        <w:t xml:space="preserve">     Firma …………………………………………………</w:t>
      </w:r>
    </w:p>
    <w:sectPr w:rsidR="0040561A" w:rsidRPr="00F0197B" w:rsidSect="0027515F">
      <w:headerReference w:type="default" r:id="rId9"/>
      <w:footerReference w:type="default" r:id="rId10"/>
      <w:footerReference w:type="first" r:id="rId11"/>
      <w:pgSz w:w="11906" w:h="16838" w:code="9"/>
      <w:pgMar w:top="567" w:right="1134" w:bottom="340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86C13" w14:textId="77777777" w:rsidR="0027515F" w:rsidRDefault="0027515F" w:rsidP="004B72B2">
      <w:pPr>
        <w:spacing w:after="0" w:line="240" w:lineRule="auto"/>
      </w:pPr>
      <w:r>
        <w:separator/>
      </w:r>
    </w:p>
  </w:endnote>
  <w:endnote w:type="continuationSeparator" w:id="0">
    <w:p w14:paraId="04CE4DD2" w14:textId="77777777" w:rsidR="0027515F" w:rsidRDefault="0027515F" w:rsidP="004B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5665" w14:textId="77777777" w:rsidR="00E70BDB" w:rsidRDefault="00E70BDB" w:rsidP="00910E54">
    <w:pPr>
      <w:pStyle w:val="Pidipagina"/>
      <w:jc w:val="both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C3CA" w14:textId="77777777" w:rsidR="004D3105" w:rsidRDefault="004D3105" w:rsidP="004D3105">
    <w:pPr>
      <w:pStyle w:val="Pidipagina"/>
    </w:pPr>
  </w:p>
  <w:p w14:paraId="5DBA0488" w14:textId="77777777" w:rsidR="00CB65D0" w:rsidRPr="004D3105" w:rsidRDefault="00CB65D0" w:rsidP="004D3105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BE07" w14:textId="77777777" w:rsidR="0027515F" w:rsidRDefault="0027515F" w:rsidP="004B72B2">
      <w:pPr>
        <w:spacing w:after="0" w:line="240" w:lineRule="auto"/>
      </w:pPr>
      <w:r>
        <w:separator/>
      </w:r>
    </w:p>
  </w:footnote>
  <w:footnote w:type="continuationSeparator" w:id="0">
    <w:p w14:paraId="47505434" w14:textId="77777777" w:rsidR="0027515F" w:rsidRDefault="0027515F" w:rsidP="004B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06E3" w14:textId="4D78CAF7" w:rsidR="003D4CDF" w:rsidRPr="00EF4B8C" w:rsidRDefault="003D4CDF" w:rsidP="003D4CDF">
    <w:pPr>
      <w:rPr>
        <w:rFonts w:ascii="Lucida Calligraphy" w:hAnsi="Lucida Calligraphy"/>
        <w:sz w:val="16"/>
        <w:szCs w:val="16"/>
      </w:rPr>
    </w:pPr>
    <w:r>
      <w:rPr>
        <w:rFonts w:ascii="English111 Adagio BT" w:hAnsi="English111 Adagio BT"/>
        <w:i/>
      </w:rPr>
      <w:tab/>
    </w:r>
    <w:r>
      <w:rPr>
        <w:rFonts w:ascii="Times New Roman" w:hAnsi="Times New Roman"/>
        <w:i/>
        <w:sz w:val="16"/>
        <w:szCs w:val="16"/>
      </w:rPr>
      <w:t xml:space="preserve"> </w:t>
    </w:r>
  </w:p>
  <w:p w14:paraId="789B1AEC" w14:textId="2DAE3069" w:rsidR="00910E54" w:rsidRPr="003D4CDF" w:rsidRDefault="00910E54" w:rsidP="003D4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62743"/>
    <w:multiLevelType w:val="hybridMultilevel"/>
    <w:tmpl w:val="D32A9F0E"/>
    <w:lvl w:ilvl="0" w:tplc="2A347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9B6839"/>
    <w:multiLevelType w:val="hybridMultilevel"/>
    <w:tmpl w:val="4EA691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8657B"/>
    <w:multiLevelType w:val="hybridMultilevel"/>
    <w:tmpl w:val="BDAE6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F6413"/>
    <w:multiLevelType w:val="hybridMultilevel"/>
    <w:tmpl w:val="181C5488"/>
    <w:lvl w:ilvl="0" w:tplc="2EB8BF0E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362AC"/>
    <w:multiLevelType w:val="hybridMultilevel"/>
    <w:tmpl w:val="FCD29A36"/>
    <w:lvl w:ilvl="0" w:tplc="BB4CE06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83D6D25"/>
    <w:multiLevelType w:val="hybridMultilevel"/>
    <w:tmpl w:val="2194B072"/>
    <w:lvl w:ilvl="0" w:tplc="318E7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F258D"/>
    <w:multiLevelType w:val="hybridMultilevel"/>
    <w:tmpl w:val="821858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F64EF"/>
    <w:multiLevelType w:val="hybridMultilevel"/>
    <w:tmpl w:val="D376F4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44C3C"/>
    <w:multiLevelType w:val="hybridMultilevel"/>
    <w:tmpl w:val="3790E8A6"/>
    <w:lvl w:ilvl="0" w:tplc="F16665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91512533">
    <w:abstractNumId w:val="5"/>
  </w:num>
  <w:num w:numId="2" w16cid:durableId="1643197842">
    <w:abstractNumId w:val="6"/>
  </w:num>
  <w:num w:numId="3" w16cid:durableId="496388530">
    <w:abstractNumId w:val="7"/>
  </w:num>
  <w:num w:numId="4" w16cid:durableId="2065054787">
    <w:abstractNumId w:val="1"/>
  </w:num>
  <w:num w:numId="5" w16cid:durableId="1737629816">
    <w:abstractNumId w:val="2"/>
  </w:num>
  <w:num w:numId="6" w16cid:durableId="1335840776">
    <w:abstractNumId w:val="0"/>
  </w:num>
  <w:num w:numId="7" w16cid:durableId="965429064">
    <w:abstractNumId w:val="4"/>
  </w:num>
  <w:num w:numId="8" w16cid:durableId="334579555">
    <w:abstractNumId w:val="3"/>
  </w:num>
  <w:num w:numId="9" w16cid:durableId="7151289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D0"/>
    <w:rsid w:val="0000096A"/>
    <w:rsid w:val="0000348F"/>
    <w:rsid w:val="000054D1"/>
    <w:rsid w:val="0000585A"/>
    <w:rsid w:val="00016ED4"/>
    <w:rsid w:val="000618AD"/>
    <w:rsid w:val="0006490C"/>
    <w:rsid w:val="000727E5"/>
    <w:rsid w:val="00087B25"/>
    <w:rsid w:val="000A3884"/>
    <w:rsid w:val="000B1FEF"/>
    <w:rsid w:val="000B5D49"/>
    <w:rsid w:val="000C4914"/>
    <w:rsid w:val="000D13A6"/>
    <w:rsid w:val="000D14AE"/>
    <w:rsid w:val="000D598F"/>
    <w:rsid w:val="000D7513"/>
    <w:rsid w:val="000E5AF9"/>
    <w:rsid w:val="00102114"/>
    <w:rsid w:val="00107B05"/>
    <w:rsid w:val="00121084"/>
    <w:rsid w:val="0013052B"/>
    <w:rsid w:val="00157E16"/>
    <w:rsid w:val="00174A9E"/>
    <w:rsid w:val="001C3640"/>
    <w:rsid w:val="001D6C55"/>
    <w:rsid w:val="001F1353"/>
    <w:rsid w:val="00207613"/>
    <w:rsid w:val="00230523"/>
    <w:rsid w:val="00235E54"/>
    <w:rsid w:val="002417A2"/>
    <w:rsid w:val="00264117"/>
    <w:rsid w:val="0026504A"/>
    <w:rsid w:val="00266335"/>
    <w:rsid w:val="00271FF5"/>
    <w:rsid w:val="00272431"/>
    <w:rsid w:val="0027515F"/>
    <w:rsid w:val="0028159C"/>
    <w:rsid w:val="0029128A"/>
    <w:rsid w:val="002951B4"/>
    <w:rsid w:val="002A770B"/>
    <w:rsid w:val="002C5399"/>
    <w:rsid w:val="002D7A12"/>
    <w:rsid w:val="002F2540"/>
    <w:rsid w:val="0030253F"/>
    <w:rsid w:val="003049F0"/>
    <w:rsid w:val="003234A9"/>
    <w:rsid w:val="00334EAA"/>
    <w:rsid w:val="00336257"/>
    <w:rsid w:val="00360915"/>
    <w:rsid w:val="00364240"/>
    <w:rsid w:val="00392402"/>
    <w:rsid w:val="003A0BA1"/>
    <w:rsid w:val="003B3DBF"/>
    <w:rsid w:val="003C5385"/>
    <w:rsid w:val="003D0EE4"/>
    <w:rsid w:val="003D4CDF"/>
    <w:rsid w:val="003E425D"/>
    <w:rsid w:val="0040561A"/>
    <w:rsid w:val="004061B0"/>
    <w:rsid w:val="0042551E"/>
    <w:rsid w:val="00431681"/>
    <w:rsid w:val="004662B6"/>
    <w:rsid w:val="00480541"/>
    <w:rsid w:val="004B2A6C"/>
    <w:rsid w:val="004B5F8B"/>
    <w:rsid w:val="004B72B2"/>
    <w:rsid w:val="004C523D"/>
    <w:rsid w:val="004D3105"/>
    <w:rsid w:val="004E3C10"/>
    <w:rsid w:val="004F0B4F"/>
    <w:rsid w:val="00517D2A"/>
    <w:rsid w:val="005277C4"/>
    <w:rsid w:val="005444A3"/>
    <w:rsid w:val="00573505"/>
    <w:rsid w:val="00574931"/>
    <w:rsid w:val="00580D89"/>
    <w:rsid w:val="0058758B"/>
    <w:rsid w:val="005A01D7"/>
    <w:rsid w:val="005A1AE5"/>
    <w:rsid w:val="005A735F"/>
    <w:rsid w:val="005E3491"/>
    <w:rsid w:val="00606F94"/>
    <w:rsid w:val="00614E49"/>
    <w:rsid w:val="00623C94"/>
    <w:rsid w:val="006322F6"/>
    <w:rsid w:val="00640E9C"/>
    <w:rsid w:val="00651273"/>
    <w:rsid w:val="006540F0"/>
    <w:rsid w:val="0065575D"/>
    <w:rsid w:val="00657EFD"/>
    <w:rsid w:val="00664892"/>
    <w:rsid w:val="00683E8B"/>
    <w:rsid w:val="006A6CC7"/>
    <w:rsid w:val="006B6463"/>
    <w:rsid w:val="006C0BA0"/>
    <w:rsid w:val="00714CA3"/>
    <w:rsid w:val="00717554"/>
    <w:rsid w:val="00720C20"/>
    <w:rsid w:val="00723EC7"/>
    <w:rsid w:val="00727F3D"/>
    <w:rsid w:val="00735828"/>
    <w:rsid w:val="007535EE"/>
    <w:rsid w:val="007541B7"/>
    <w:rsid w:val="00754B76"/>
    <w:rsid w:val="007B1277"/>
    <w:rsid w:val="007C7270"/>
    <w:rsid w:val="007E2805"/>
    <w:rsid w:val="007E36D8"/>
    <w:rsid w:val="007F5BF5"/>
    <w:rsid w:val="008115DD"/>
    <w:rsid w:val="00826113"/>
    <w:rsid w:val="00830B38"/>
    <w:rsid w:val="008351E3"/>
    <w:rsid w:val="008403A7"/>
    <w:rsid w:val="00885E0B"/>
    <w:rsid w:val="00890E9C"/>
    <w:rsid w:val="008A384B"/>
    <w:rsid w:val="008A6D0A"/>
    <w:rsid w:val="008B02F7"/>
    <w:rsid w:val="008B501E"/>
    <w:rsid w:val="008B75D1"/>
    <w:rsid w:val="008C7D3D"/>
    <w:rsid w:val="008D42A1"/>
    <w:rsid w:val="008D668A"/>
    <w:rsid w:val="008E394E"/>
    <w:rsid w:val="008F4C70"/>
    <w:rsid w:val="008F6B4E"/>
    <w:rsid w:val="0090410D"/>
    <w:rsid w:val="0090787B"/>
    <w:rsid w:val="00910E54"/>
    <w:rsid w:val="0093575E"/>
    <w:rsid w:val="009445DE"/>
    <w:rsid w:val="009517F8"/>
    <w:rsid w:val="00954C9D"/>
    <w:rsid w:val="00963EAD"/>
    <w:rsid w:val="00971981"/>
    <w:rsid w:val="00983DA3"/>
    <w:rsid w:val="00984A78"/>
    <w:rsid w:val="009C634B"/>
    <w:rsid w:val="009E01EB"/>
    <w:rsid w:val="00A00846"/>
    <w:rsid w:val="00A1661D"/>
    <w:rsid w:val="00A35AEB"/>
    <w:rsid w:val="00A6235B"/>
    <w:rsid w:val="00A827F7"/>
    <w:rsid w:val="00AA1A6C"/>
    <w:rsid w:val="00AC233A"/>
    <w:rsid w:val="00AC5307"/>
    <w:rsid w:val="00AD736C"/>
    <w:rsid w:val="00AE5020"/>
    <w:rsid w:val="00B437A8"/>
    <w:rsid w:val="00B63AB9"/>
    <w:rsid w:val="00B80425"/>
    <w:rsid w:val="00B8430C"/>
    <w:rsid w:val="00BA4AE2"/>
    <w:rsid w:val="00BA59CD"/>
    <w:rsid w:val="00BD1B60"/>
    <w:rsid w:val="00BD2201"/>
    <w:rsid w:val="00BD64D8"/>
    <w:rsid w:val="00C041D3"/>
    <w:rsid w:val="00C13610"/>
    <w:rsid w:val="00C3658F"/>
    <w:rsid w:val="00C44AAD"/>
    <w:rsid w:val="00C54888"/>
    <w:rsid w:val="00C64CF9"/>
    <w:rsid w:val="00C7065D"/>
    <w:rsid w:val="00C84FFD"/>
    <w:rsid w:val="00C90718"/>
    <w:rsid w:val="00CA347A"/>
    <w:rsid w:val="00CB65D0"/>
    <w:rsid w:val="00CD5A93"/>
    <w:rsid w:val="00CF53DC"/>
    <w:rsid w:val="00D04C37"/>
    <w:rsid w:val="00D1152F"/>
    <w:rsid w:val="00D149D0"/>
    <w:rsid w:val="00D27DA7"/>
    <w:rsid w:val="00D32F7D"/>
    <w:rsid w:val="00D42DC0"/>
    <w:rsid w:val="00D52F9F"/>
    <w:rsid w:val="00D54008"/>
    <w:rsid w:val="00D6654C"/>
    <w:rsid w:val="00D7375B"/>
    <w:rsid w:val="00D81629"/>
    <w:rsid w:val="00D84BB3"/>
    <w:rsid w:val="00D934EB"/>
    <w:rsid w:val="00DB0556"/>
    <w:rsid w:val="00DB2365"/>
    <w:rsid w:val="00E10B15"/>
    <w:rsid w:val="00E134D4"/>
    <w:rsid w:val="00E17D83"/>
    <w:rsid w:val="00E42103"/>
    <w:rsid w:val="00E70BDB"/>
    <w:rsid w:val="00EA2184"/>
    <w:rsid w:val="00EB02B7"/>
    <w:rsid w:val="00ED29CF"/>
    <w:rsid w:val="00F0197B"/>
    <w:rsid w:val="00F44389"/>
    <w:rsid w:val="00F46F39"/>
    <w:rsid w:val="00F56FB2"/>
    <w:rsid w:val="00F80C50"/>
    <w:rsid w:val="00F920DE"/>
    <w:rsid w:val="00F9774B"/>
    <w:rsid w:val="00FA0FD7"/>
    <w:rsid w:val="00FB60A3"/>
    <w:rsid w:val="00FC5E9C"/>
    <w:rsid w:val="00FD1641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BFE8382"/>
  <w15:docId w15:val="{D1E1F1B6-0B49-4230-9EB2-427C3144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29CF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8E394E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styleId="Titolo4">
    <w:name w:val="heading 4"/>
    <w:basedOn w:val="Normale"/>
    <w:next w:val="Normale"/>
    <w:link w:val="Titolo4Carattere"/>
    <w:unhideWhenUsed/>
    <w:qFormat/>
    <w:rsid w:val="008E394E"/>
    <w:pPr>
      <w:keepNext/>
      <w:widowControl w:val="0"/>
      <w:snapToGrid w:val="0"/>
      <w:spacing w:after="0" w:line="240" w:lineRule="auto"/>
      <w:ind w:left="1440" w:firstLine="720"/>
      <w:outlineLvl w:val="3"/>
    </w:pPr>
    <w:rPr>
      <w:rFonts w:ascii="Times New Roman" w:hAnsi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72B2"/>
  </w:style>
  <w:style w:type="paragraph" w:styleId="Pidipagina">
    <w:name w:val="footer"/>
    <w:basedOn w:val="Normale"/>
    <w:link w:val="PidipaginaCarattere"/>
    <w:uiPriority w:val="99"/>
    <w:unhideWhenUsed/>
    <w:rsid w:val="004B72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72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B72B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B72B2"/>
    <w:rPr>
      <w:color w:val="0000FF"/>
      <w:u w:val="single"/>
    </w:rPr>
  </w:style>
  <w:style w:type="character" w:styleId="Numeropagina">
    <w:name w:val="page number"/>
    <w:basedOn w:val="Carpredefinitoparagrafo"/>
    <w:rsid w:val="004B72B2"/>
  </w:style>
  <w:style w:type="character" w:styleId="Enfasigrassetto">
    <w:name w:val="Strong"/>
    <w:uiPriority w:val="22"/>
    <w:qFormat/>
    <w:rsid w:val="00272431"/>
    <w:rPr>
      <w:b/>
      <w:bCs/>
    </w:rPr>
  </w:style>
  <w:style w:type="paragraph" w:styleId="Nessunaspaziatura">
    <w:name w:val="No Spacing"/>
    <w:uiPriority w:val="1"/>
    <w:qFormat/>
    <w:rsid w:val="00D6654C"/>
    <w:rPr>
      <w:rFonts w:eastAsia="Calibr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5E5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35E5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8E394E"/>
    <w:rPr>
      <w:rFonts w:ascii="Times New Roman" w:hAnsi="Times New Roman"/>
      <w:b/>
    </w:rPr>
  </w:style>
  <w:style w:type="character" w:customStyle="1" w:styleId="Titolo4Carattere">
    <w:name w:val="Titolo 4 Carattere"/>
    <w:basedOn w:val="Carpredefinitoparagrafo"/>
    <w:link w:val="Titolo4"/>
    <w:rsid w:val="008E394E"/>
    <w:rPr>
      <w:rFonts w:ascii="Times New Roman" w:hAnsi="Times New Roman"/>
      <w:b/>
      <w:sz w:val="22"/>
    </w:rPr>
  </w:style>
  <w:style w:type="paragraph" w:styleId="NormaleWeb">
    <w:name w:val="Normal (Web)"/>
    <w:basedOn w:val="Normale"/>
    <w:uiPriority w:val="99"/>
    <w:unhideWhenUsed/>
    <w:rsid w:val="008E39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20"/>
    <w:qFormat/>
    <w:rsid w:val="008E394E"/>
    <w:rPr>
      <w:i/>
      <w:iCs/>
    </w:rPr>
  </w:style>
  <w:style w:type="paragraph" w:customStyle="1" w:styleId="Default">
    <w:name w:val="Default"/>
    <w:rsid w:val="00F0197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F0197B"/>
    <w:pPr>
      <w:spacing w:line="38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potenz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rezione-basilicata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Carta%20intestata%20ATP%20Potenz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ATP Potenza.dot</Template>
  <TotalTime>606</TotalTime>
  <Pages>2</Pages>
  <Words>443</Words>
  <Characters>2672</Characters>
  <Application>Microsoft Office Word</Application>
  <DocSecurity>0</DocSecurity>
  <Lines>36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Links>
    <vt:vector size="36" baseType="variant">
      <vt:variant>
        <vt:i4>589835</vt:i4>
      </vt:variant>
      <vt:variant>
        <vt:i4>27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24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21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  <vt:variant>
        <vt:i4>589835</vt:i4>
      </vt:variant>
      <vt:variant>
        <vt:i4>12</vt:i4>
      </vt:variant>
      <vt:variant>
        <vt:i4>0</vt:i4>
      </vt:variant>
      <vt:variant>
        <vt:i4>5</vt:i4>
      </vt:variant>
      <vt:variant>
        <vt:lpwstr>http://www.istruzionepotenza.it/</vt:lpwstr>
      </vt:variant>
      <vt:variant>
        <vt:lpwstr/>
      </vt:variant>
      <vt:variant>
        <vt:i4>5177388</vt:i4>
      </vt:variant>
      <vt:variant>
        <vt:i4>9</vt:i4>
      </vt:variant>
      <vt:variant>
        <vt:i4>0</vt:i4>
      </vt:variant>
      <vt:variant>
        <vt:i4>5</vt:i4>
      </vt:variant>
      <vt:variant>
        <vt:lpwstr>mailto:usp.pz@istruzione.it</vt:lpwstr>
      </vt:variant>
      <vt:variant>
        <vt:lpwstr/>
      </vt:variant>
      <vt:variant>
        <vt:i4>5963829</vt:i4>
      </vt:variant>
      <vt:variant>
        <vt:i4>6</vt:i4>
      </vt:variant>
      <vt:variant>
        <vt:i4>0</vt:i4>
      </vt:variant>
      <vt:variant>
        <vt:i4>5</vt:i4>
      </vt:variant>
      <vt:variant>
        <vt:lpwstr>mailto:usppz@postacert.istruzione.it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Debora Infante</cp:lastModifiedBy>
  <cp:revision>23</cp:revision>
  <cp:lastPrinted>2015-11-10T08:54:00Z</cp:lastPrinted>
  <dcterms:created xsi:type="dcterms:W3CDTF">2023-02-23T16:26:00Z</dcterms:created>
  <dcterms:modified xsi:type="dcterms:W3CDTF">2024-03-12T06:39:00Z</dcterms:modified>
</cp:coreProperties>
</file>